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40A" w:rsidRDefault="0034440A" w:rsidP="0034440A">
      <w:pPr>
        <w:pStyle w:val="afff"/>
        <w:spacing w:before="0" w:beforeAutospacing="0" w:after="0" w:afterAutospacing="0"/>
        <w:jc w:val="center"/>
        <w:rPr>
          <w:color w:val="000000"/>
          <w:sz w:val="40"/>
          <w:szCs w:val="40"/>
          <w14:shadow w14:blurRad="0" w14:dist="44196" w14:dir="1819416" w14:sx="100000" w14:sy="100000" w14:kx="0" w14:ky="0" w14:algn="ctr">
            <w14:srgbClr w14:val="B2B2B2">
              <w14:alpha w14:val="20000"/>
            </w14:srgbClr>
          </w14:shadow>
        </w:rPr>
      </w:pPr>
      <w:r>
        <w:rPr>
          <w:noProof/>
          <w:sz w:val="20"/>
          <w:szCs w:val="20"/>
        </w:rPr>
        <w:drawing>
          <wp:inline distT="0" distB="0" distL="0" distR="0" wp14:anchorId="363EF53E" wp14:editId="285315DB">
            <wp:extent cx="819150" cy="923925"/>
            <wp:effectExtent l="0" t="0" r="0" b="0"/>
            <wp:docPr id="2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40A" w:rsidRDefault="0034440A" w:rsidP="0034440A">
      <w:pPr>
        <w:pStyle w:val="afff"/>
        <w:spacing w:before="0" w:beforeAutospacing="0" w:after="0" w:afterAutospacing="0"/>
        <w:jc w:val="center"/>
      </w:pPr>
      <w:r w:rsidRPr="0034440A">
        <w:rPr>
          <w:color w:val="000000"/>
          <w:sz w:val="40"/>
          <w:szCs w:val="40"/>
          <w14:shadow w14:blurRad="0" w14:dist="44196" w14:dir="1819416" w14:sx="100000" w14:sy="100000" w14:kx="0" w14:ky="0" w14:algn="ctr">
            <w14:srgbClr w14:val="B2B2B2">
              <w14:alpha w14:val="20000"/>
            </w14:srgbClr>
          </w14:shadow>
        </w:rPr>
        <w:t>О Б Щ И Н А    Р И Л А</w:t>
      </w:r>
    </w:p>
    <w:p w:rsidR="0034440A" w:rsidRDefault="0034440A" w:rsidP="0034440A">
      <w:pPr>
        <w:pStyle w:val="afff"/>
        <w:spacing w:before="0" w:beforeAutospacing="0" w:after="0" w:afterAutospacing="0"/>
        <w:jc w:val="center"/>
      </w:pPr>
      <w:r w:rsidRPr="0034440A">
        <w:rPr>
          <w:color w:val="000000"/>
          <w:sz w:val="40"/>
          <w:szCs w:val="40"/>
          <w14:shadow w14:blurRad="0" w14:dist="44196" w14:dir="1819416" w14:sx="100000" w14:sy="100000" w14:kx="0" w14:ky="0" w14:algn="ctr">
            <w14:srgbClr w14:val="B2B2B2">
              <w14:alpha w14:val="20000"/>
            </w14:srgbClr>
          </w14:shadow>
        </w:rPr>
        <w:t>ОБЩИНСКА АДМИНИСТРАЦИЯ - гр. РИЛА</w:t>
      </w:r>
    </w:p>
    <w:p w:rsidR="007C316B" w:rsidRPr="007C316B" w:rsidRDefault="007C316B" w:rsidP="00053315">
      <w:pPr>
        <w:widowControl w:val="0"/>
        <w:suppressAutoHyphens/>
        <w:spacing w:before="0" w:after="0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</w:p>
    <w:p w:rsidR="00DE2339" w:rsidRDefault="00DE2339" w:rsidP="0030617C">
      <w:pPr>
        <w:spacing w:before="0" w:after="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</w:pPr>
    </w:p>
    <w:p w:rsidR="00DE2339" w:rsidRDefault="00DE2339" w:rsidP="00DE2339">
      <w:pPr>
        <w:spacing w:before="0" w:after="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</w:pPr>
      <w:r w:rsidRPr="00DE23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>СЪОБЩЕНИЕ</w:t>
      </w:r>
    </w:p>
    <w:p w:rsidR="00290420" w:rsidRPr="00DE2339" w:rsidRDefault="00290420" w:rsidP="00DE2339">
      <w:pPr>
        <w:spacing w:before="0" w:after="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</w:pPr>
    </w:p>
    <w:p w:rsidR="00DE2339" w:rsidRPr="00F907B1" w:rsidRDefault="00F907B1" w:rsidP="00DE2339">
      <w:pPr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Община Рила, О</w:t>
      </w:r>
      <w:proofErr w:type="spellStart"/>
      <w:r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тдел</w:t>
      </w:r>
      <w:proofErr w:type="spellEnd"/>
      <w:r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“</w:t>
      </w:r>
      <w:r w:rsidRPr="00DE2339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УТРХД</w:t>
      </w:r>
      <w:r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” </w:t>
      </w:r>
      <w:r w:rsidRPr="00DE2339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съобщава на заинтересованите лица, че </w:t>
      </w:r>
      <w:r w:rsidRPr="00DE23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>Обявление изх. №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 xml:space="preserve"> УС-02-03-146-2/23.01.2025 г.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на Кмета на Община Рила е </w:t>
      </w:r>
      <w:r w:rsidRPr="00DE23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>обнародвано в неофициалния раздел на Държавен вестник /ДВ/,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 xml:space="preserve"> брой 10 от 04.02.2025 г.</w:t>
      </w:r>
    </w:p>
    <w:p w:rsidR="00F907B1" w:rsidRPr="00F907B1" w:rsidRDefault="00F907B1" w:rsidP="00F907B1">
      <w:pPr>
        <w:spacing w:before="0" w:after="0"/>
        <w:ind w:firstLine="720"/>
        <w:jc w:val="both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 xml:space="preserve">С </w:t>
      </w:r>
      <w:r w:rsidRPr="00DE23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>Обявление изх. №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 xml:space="preserve"> УС-02-03-146-2/23.01.2025 г.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на Кмета на Община Рила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на основание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чл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. </w:t>
      </w:r>
      <w:proofErr w:type="gram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128,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ал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.</w:t>
      </w:r>
      <w:proofErr w:type="gram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1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от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Закона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за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устройство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на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територията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/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ЗУТ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/ </w:t>
      </w:r>
      <w:r w:rsidR="00290420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се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съобщава</w:t>
      </w:r>
      <w:r w:rsidR="00A17F84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на заинтересуваните лица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, че е изработен проект за подробен устройствен план /ПУП/ -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парцеларен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план /ПП/ за „Кабелна линия 20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kV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и КТП 20/0,4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kVA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на обект „Храм Свети Николай Летни“, </w:t>
      </w:r>
      <w:proofErr w:type="spellStart"/>
      <w:r w:rsidRPr="00F907B1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>находящ</w:t>
      </w:r>
      <w:proofErr w:type="spellEnd"/>
      <w:r w:rsidRPr="00F907B1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 xml:space="preserve"> се в</w:t>
      </w:r>
      <w:r w:rsidRPr="00F907B1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поземлен имот</w:t>
      </w:r>
      <w:r w:rsidRPr="00F907B1">
        <w:rPr>
          <w:rFonts w:ascii="Times New Roman" w:eastAsia="SimSun" w:hAnsi="Times New Roman" w:cs="Mangal"/>
          <w:color w:val="auto"/>
          <w:kern w:val="1"/>
          <w:sz w:val="20"/>
          <w:szCs w:val="20"/>
          <w:lang w:eastAsia="hi-IN" w:bidi="hi-IN"/>
        </w:rPr>
        <w:t xml:space="preserve"> /ПИ/ 67698.113.93 по кадастрална карта и кадастрални регистри /КККР/ за частта извън урбанизираната територия на с. Смочево, община Рила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, с трасе</w:t>
      </w:r>
      <w:r w:rsidRPr="00F907B1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на линейния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т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обект на техническата инфраструктура извън границите на населено място с. Смочево, община Рила,</w:t>
      </w:r>
      <w:r w:rsidRPr="00F907B1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преминаващо през поземлени имоти с идентификатори: 67698.95.7; 67698.95.8; 67698.50.117; 67698.30.202; 67698.53.202; 67698.113.192  и 67698.113.93 и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сервитутни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линии, </w:t>
      </w:r>
      <w:r w:rsidRPr="00F907B1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засягащи поземлени имоти с идентификатори: 67698.30.37; 67698.30.202; 67698.50.117; 67698.53.13; 67698.53.202; 67698.95.7; 67698.95.8; 67698.113.93; 67698.113.192; 67698.118.201; 67698.118.204; 67698.140.7; 67698.140.203, всички в землището на с. Смочево, община Рила, област Кюстендил по КККР. </w:t>
      </w:r>
    </w:p>
    <w:p w:rsidR="00F907B1" w:rsidRDefault="00F907B1" w:rsidP="00F907B1">
      <w:pPr>
        <w:spacing w:before="0" w:after="0"/>
        <w:ind w:firstLine="720"/>
        <w:jc w:val="both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  <w:r w:rsidRPr="00F907B1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Дължината на проектираното трасето е 1 448 м. със </w:t>
      </w:r>
      <w:proofErr w:type="spellStart"/>
      <w:r w:rsidRPr="00F907B1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>сервитутни</w:t>
      </w:r>
      <w:proofErr w:type="spellEnd"/>
      <w:r w:rsidRPr="00F907B1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 линии на по 2 м. от оста на подземната кабелна линия.</w:t>
      </w:r>
    </w:p>
    <w:p w:rsidR="004A2F32" w:rsidRPr="004A2F32" w:rsidRDefault="004A2F32" w:rsidP="004A2F32">
      <w:pPr>
        <w:spacing w:before="0" w:after="0"/>
        <w:ind w:firstLine="720"/>
        <w:jc w:val="both"/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</w:pPr>
      <w:r w:rsidRPr="004A2F32">
        <w:rPr>
          <w:rFonts w:ascii="Times New Roman" w:eastAsia="SimSun" w:hAnsi="Times New Roman" w:cs="Times New Roman"/>
          <w:color w:val="auto"/>
          <w:kern w:val="1"/>
          <w:sz w:val="20"/>
          <w:szCs w:val="20"/>
          <w:lang w:eastAsia="hi-IN" w:bidi="hi-IN"/>
        </w:rPr>
        <w:t xml:space="preserve">Проектът и придружаващата го документация, се намира в сградата на Общинска администрация – гр. Рила, Община Рила, </w:t>
      </w:r>
      <w:r w:rsidRPr="004A2F32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пл. “Възраждане” 1, етаж 2, стая 17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, както и на интернет страницата на общината</w:t>
      </w:r>
      <w:r w:rsidRPr="004A2F32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и може да бъде разгледан от заинтересуваните лица.</w:t>
      </w:r>
    </w:p>
    <w:p w:rsidR="00904E79" w:rsidRPr="00314233" w:rsidRDefault="00F907B1" w:rsidP="004A2F32">
      <w:pPr>
        <w:spacing w:before="0" w:after="0"/>
        <w:ind w:firstLine="72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</w:pP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На основание чл. 128, ал. 5 от ЗУТ </w:t>
      </w:r>
      <w:r w:rsidRPr="00F907B1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>в едномесечен срок от обнародването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</w:t>
      </w:r>
      <w:r w:rsidRPr="00DE2339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на обявлението в</w:t>
      </w:r>
      <w:r w:rsidRPr="00DE2339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DE23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>Държавен вестник /ДВ/, а именно в</w:t>
      </w:r>
      <w:r w:rsidRPr="00F907B1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>брой 10 от 04.02.2025 г.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  <w:t xml:space="preserve">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заинтересуваните лица могат да направят писмени възражения, предложения и искания по проекта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за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подробен устройствен план /ПУП/ - </w:t>
      </w:r>
      <w:proofErr w:type="spellStart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парцеларен</w:t>
      </w:r>
      <w:proofErr w:type="spellEnd"/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план /ПП/ за „Кабелна линия 20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kV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и КТП 20/0,4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kVA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на обект „Храм Свети Николай Летни“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д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о О</w:t>
      </w:r>
      <w:r w:rsidRPr="00F907B1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бщинска администрация – гр. Рила</w:t>
      </w:r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, Община Рила, </w:t>
      </w:r>
      <w:proofErr w:type="spellStart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гр</w:t>
      </w:r>
      <w:proofErr w:type="spellEnd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. </w:t>
      </w:r>
      <w:proofErr w:type="spellStart"/>
      <w:proofErr w:type="gramStart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Рила</w:t>
      </w:r>
      <w:proofErr w:type="spellEnd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, </w:t>
      </w:r>
      <w:proofErr w:type="spellStart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пл</w:t>
      </w:r>
      <w:proofErr w:type="spellEnd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.</w:t>
      </w:r>
      <w:proofErr w:type="gramEnd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 “</w:t>
      </w:r>
      <w:proofErr w:type="spellStart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Възраждане</w:t>
      </w:r>
      <w:proofErr w:type="spellEnd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 xml:space="preserve">” № </w:t>
      </w:r>
      <w:proofErr w:type="gramStart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1</w:t>
      </w:r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 или</w:t>
      </w:r>
      <w:proofErr w:type="gramEnd"/>
      <w:r w:rsidR="00C72C25" w:rsidRPr="00DE2339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 xml:space="preserve"> чрез ел. поща: </w:t>
      </w:r>
      <w:r w:rsidR="00C72C25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>administrationrila@mbox.is-bg.net</w:t>
      </w:r>
      <w:r w:rsidR="00C72C25">
        <w:rPr>
          <w:rFonts w:ascii="Times New Roman" w:eastAsia="Times New Roman" w:hAnsi="Times New Roman" w:cs="Times New Roman"/>
          <w:color w:val="auto"/>
          <w:sz w:val="20"/>
          <w:szCs w:val="20"/>
          <w:lang w:eastAsia="bg-BG"/>
        </w:rPr>
        <w:t>.</w:t>
      </w:r>
      <w:r w:rsidR="00904E7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bg-BG"/>
        </w:rPr>
        <w:tab/>
      </w:r>
    </w:p>
    <w:p w:rsidR="00D71128" w:rsidRDefault="00D71128" w:rsidP="0030617C">
      <w:pPr>
        <w:spacing w:before="0" w:after="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</w:pPr>
    </w:p>
    <w:p w:rsidR="00D71128" w:rsidRDefault="00D71128" w:rsidP="0030617C">
      <w:pPr>
        <w:spacing w:before="0" w:after="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</w:pPr>
      <w:bookmarkStart w:id="0" w:name="_GoBack"/>
      <w:bookmarkEnd w:id="0"/>
    </w:p>
    <w:p w:rsidR="004B7207" w:rsidRDefault="00904E79" w:rsidP="00DE2339">
      <w:pPr>
        <w:spacing w:before="0" w:after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bg-BG"/>
        </w:rPr>
      </w:pPr>
      <w:r w:rsidRPr="00904E7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bg-BG"/>
        </w:rPr>
        <w:tab/>
      </w:r>
    </w:p>
    <w:sectPr w:rsidR="004B7207" w:rsidSect="00FA50AC">
      <w:footerReference w:type="default" r:id="rId10"/>
      <w:headerReference w:type="first" r:id="rId11"/>
      <w:footerReference w:type="first" r:id="rId12"/>
      <w:pgSz w:w="11907" w:h="16839" w:code="9"/>
      <w:pgMar w:top="1106" w:right="1417" w:bottom="1134" w:left="1417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864" w:rsidRDefault="00663864">
      <w:pPr>
        <w:spacing w:before="0" w:after="0" w:line="240" w:lineRule="auto"/>
      </w:pPr>
      <w:r>
        <w:separator/>
      </w:r>
    </w:p>
    <w:p w:rsidR="00663864" w:rsidRDefault="00663864"/>
  </w:endnote>
  <w:endnote w:type="continuationSeparator" w:id="0">
    <w:p w:rsidR="00663864" w:rsidRDefault="00663864">
      <w:pPr>
        <w:spacing w:before="0" w:after="0" w:line="240" w:lineRule="auto"/>
      </w:pPr>
      <w:r>
        <w:continuationSeparator/>
      </w:r>
    </w:p>
    <w:p w:rsidR="00663864" w:rsidRDefault="006638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304F" w:rsidRDefault="00D651B9">
        <w:pPr>
          <w:pStyle w:val="af9"/>
        </w:pPr>
        <w:r>
          <w:rPr>
            <w:lang w:bidi="bg-BG"/>
          </w:rPr>
          <w:fldChar w:fldCharType="begin"/>
        </w:r>
        <w:r>
          <w:rPr>
            <w:lang w:bidi="bg-BG"/>
          </w:rPr>
          <w:instrText xml:space="preserve"> PAGE   \* MERGEFORMAT </w:instrText>
        </w:r>
        <w:r>
          <w:rPr>
            <w:lang w:bidi="bg-BG"/>
          </w:rPr>
          <w:fldChar w:fldCharType="separate"/>
        </w:r>
        <w:r w:rsidR="004A2F32">
          <w:rPr>
            <w:noProof/>
            <w:lang w:bidi="bg-BG"/>
          </w:rPr>
          <w:t>2</w:t>
        </w:r>
        <w:r>
          <w:rPr>
            <w:noProof/>
            <w:lang w:bidi="bg-BG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0DA" w:rsidRPr="00386F47" w:rsidRDefault="00677A0A" w:rsidP="00677A0A">
    <w:pPr>
      <w:pStyle w:val="af9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гр. Рила, </w:t>
    </w:r>
    <w:r w:rsidR="004217D5" w:rsidRPr="00386F47">
      <w:rPr>
        <w:rFonts w:ascii="Times New Roman" w:hAnsi="Times New Roman" w:cs="Times New Roman"/>
        <w:sz w:val="16"/>
        <w:szCs w:val="16"/>
      </w:rPr>
      <w:t>Общинска администра</w:t>
    </w:r>
    <w:r>
      <w:rPr>
        <w:rFonts w:ascii="Times New Roman" w:hAnsi="Times New Roman" w:cs="Times New Roman"/>
        <w:sz w:val="16"/>
        <w:szCs w:val="16"/>
      </w:rPr>
      <w:t>ция – гр. Рила,</w:t>
    </w:r>
    <w:r w:rsidR="00862F34" w:rsidRPr="00386F47">
      <w:rPr>
        <w:rFonts w:ascii="Times New Roman" w:hAnsi="Times New Roman" w:cs="Times New Roman"/>
        <w:sz w:val="16"/>
        <w:szCs w:val="16"/>
      </w:rPr>
      <w:t xml:space="preserve"> пл. Възраждане № 1, </w:t>
    </w:r>
    <w:r>
      <w:rPr>
        <w:rFonts w:ascii="Times New Roman" w:hAnsi="Times New Roman" w:cs="Times New Roman"/>
        <w:sz w:val="16"/>
        <w:szCs w:val="16"/>
      </w:rPr>
      <w:t xml:space="preserve">п.к. 2630, </w:t>
    </w:r>
    <w:r w:rsidR="00862F34" w:rsidRPr="00386F47">
      <w:rPr>
        <w:rFonts w:ascii="Times New Roman" w:hAnsi="Times New Roman" w:cs="Times New Roman"/>
        <w:sz w:val="16"/>
        <w:szCs w:val="16"/>
      </w:rPr>
      <w:t>Централа +359 884</w:t>
    </w:r>
    <w:r w:rsidR="000C126E" w:rsidRPr="00386F47">
      <w:rPr>
        <w:rFonts w:ascii="Times New Roman" w:hAnsi="Times New Roman" w:cs="Times New Roman"/>
        <w:sz w:val="16"/>
        <w:szCs w:val="16"/>
      </w:rPr>
      <w:t>400944</w:t>
    </w:r>
    <w:r w:rsidR="00386F47" w:rsidRPr="00386F47">
      <w:rPr>
        <w:rFonts w:ascii="Times New Roman" w:hAnsi="Times New Roman" w:cs="Times New Roman"/>
        <w:sz w:val="16"/>
        <w:szCs w:val="16"/>
      </w:rPr>
      <w:t xml:space="preserve">, </w:t>
    </w:r>
    <w:r w:rsidR="00CA0A22" w:rsidRPr="00386F47">
      <w:rPr>
        <w:rFonts w:ascii="Times New Roman" w:hAnsi="Times New Roman" w:cs="Times New Roman"/>
        <w:sz w:val="16"/>
        <w:szCs w:val="16"/>
        <w:lang w:val="en-US"/>
      </w:rPr>
      <w:t>administrationrila@mbox.is-bg.net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864" w:rsidRDefault="00663864">
      <w:pPr>
        <w:spacing w:before="0" w:after="0" w:line="240" w:lineRule="auto"/>
      </w:pPr>
      <w:r>
        <w:separator/>
      </w:r>
    </w:p>
    <w:p w:rsidR="00663864" w:rsidRDefault="00663864"/>
  </w:footnote>
  <w:footnote w:type="continuationSeparator" w:id="0">
    <w:p w:rsidR="00663864" w:rsidRDefault="00663864">
      <w:pPr>
        <w:spacing w:before="0" w:after="0" w:line="240" w:lineRule="auto"/>
      </w:pPr>
      <w:r>
        <w:continuationSeparator/>
      </w:r>
    </w:p>
    <w:p w:rsidR="00663864" w:rsidRDefault="006638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22" w:rsidRPr="003D2110" w:rsidRDefault="00A37944" w:rsidP="003D2110">
    <w:pPr>
      <w:pStyle w:val="a9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www.grad-rila.bg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46A1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C20F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E92E0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98A4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D90ED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D693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F2E5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FA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9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4B5103"/>
    <w:multiLevelType w:val="hybridMultilevel"/>
    <w:tmpl w:val="AD0AC416"/>
    <w:lvl w:ilvl="0" w:tplc="1A6C1D10">
      <w:start w:val="1"/>
      <w:numFmt w:val="decimal"/>
      <w:pStyle w:val="a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456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7276887"/>
    <w:multiLevelType w:val="hybridMultilevel"/>
    <w:tmpl w:val="9634D840"/>
    <w:lvl w:ilvl="0" w:tplc="DE7E464E">
      <w:start w:val="1"/>
      <w:numFmt w:val="decimal"/>
      <w:lvlText w:val="%1."/>
      <w:lvlJc w:val="left"/>
      <w:pPr>
        <w:ind w:left="1425" w:hanging="705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0429F5"/>
    <w:multiLevelType w:val="multilevel"/>
    <w:tmpl w:val="04090023"/>
    <w:lvl w:ilvl="0">
      <w:start w:val="1"/>
      <w:numFmt w:val="upperRoman"/>
      <w:lvlText w:val="Стати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1CC27E2D"/>
    <w:multiLevelType w:val="hybridMultilevel"/>
    <w:tmpl w:val="FDE030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117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52931"/>
    <w:multiLevelType w:val="hybridMultilevel"/>
    <w:tmpl w:val="DB68E938"/>
    <w:lvl w:ilvl="0" w:tplc="AACE137E">
      <w:start w:val="1"/>
      <w:numFmt w:val="decimal"/>
      <w:lvlText w:val="%1."/>
      <w:lvlJc w:val="left"/>
      <w:pPr>
        <w:ind w:left="1080" w:hanging="360"/>
      </w:pPr>
      <w:rPr>
        <w:rFonts w:ascii="Times New Roman" w:eastAsia="SimSun" w:hAnsi="Times New Roman" w:cs="Mangal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4401E"/>
    <w:multiLevelType w:val="hybridMultilevel"/>
    <w:tmpl w:val="18C0BB50"/>
    <w:lvl w:ilvl="0" w:tplc="0402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79F61C5D"/>
    <w:multiLevelType w:val="hybridMultilevel"/>
    <w:tmpl w:val="9F4A8688"/>
    <w:lvl w:ilvl="0" w:tplc="ABE84DA8">
      <w:start w:val="1"/>
      <w:numFmt w:val="bullet"/>
      <w:pStyle w:val="a0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19"/>
  </w:num>
  <w:num w:numId="5">
    <w:abstractNumId w:val="17"/>
  </w:num>
  <w:num w:numId="6">
    <w:abstractNumId w:val="20"/>
  </w:num>
  <w:num w:numId="7">
    <w:abstractNumId w:val="10"/>
  </w:num>
  <w:num w:numId="8">
    <w:abstractNumId w:val="22"/>
  </w:num>
  <w:num w:numId="9">
    <w:abstractNumId w:val="11"/>
  </w:num>
  <w:num w:numId="10">
    <w:abstractNumId w:val="15"/>
  </w:num>
  <w:num w:numId="11">
    <w:abstractNumId w:val="13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2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8D"/>
    <w:rsid w:val="00001650"/>
    <w:rsid w:val="0000795A"/>
    <w:rsid w:val="0001356B"/>
    <w:rsid w:val="000238FB"/>
    <w:rsid w:val="00030EAF"/>
    <w:rsid w:val="000430DA"/>
    <w:rsid w:val="00053315"/>
    <w:rsid w:val="0005704A"/>
    <w:rsid w:val="000624DE"/>
    <w:rsid w:val="00080F17"/>
    <w:rsid w:val="0008237C"/>
    <w:rsid w:val="0009229F"/>
    <w:rsid w:val="00097377"/>
    <w:rsid w:val="000C126E"/>
    <w:rsid w:val="000D14E4"/>
    <w:rsid w:val="000D28EF"/>
    <w:rsid w:val="000D3933"/>
    <w:rsid w:val="00101E0A"/>
    <w:rsid w:val="00106945"/>
    <w:rsid w:val="0014457B"/>
    <w:rsid w:val="00154A31"/>
    <w:rsid w:val="001C38F2"/>
    <w:rsid w:val="001D7A6C"/>
    <w:rsid w:val="001F6C64"/>
    <w:rsid w:val="00227DF5"/>
    <w:rsid w:val="00230D36"/>
    <w:rsid w:val="002425A9"/>
    <w:rsid w:val="00262FB4"/>
    <w:rsid w:val="00290420"/>
    <w:rsid w:val="002920FC"/>
    <w:rsid w:val="002A6169"/>
    <w:rsid w:val="002D22E0"/>
    <w:rsid w:val="002E6459"/>
    <w:rsid w:val="003008EC"/>
    <w:rsid w:val="0030617C"/>
    <w:rsid w:val="00307D16"/>
    <w:rsid w:val="003112E5"/>
    <w:rsid w:val="003121FE"/>
    <w:rsid w:val="00314233"/>
    <w:rsid w:val="0032755F"/>
    <w:rsid w:val="00334DD8"/>
    <w:rsid w:val="00340F1D"/>
    <w:rsid w:val="00341E08"/>
    <w:rsid w:val="0034440A"/>
    <w:rsid w:val="00370823"/>
    <w:rsid w:val="0037674D"/>
    <w:rsid w:val="00382A2A"/>
    <w:rsid w:val="00386F47"/>
    <w:rsid w:val="003A4BE8"/>
    <w:rsid w:val="003B7A56"/>
    <w:rsid w:val="003C68AB"/>
    <w:rsid w:val="003D2110"/>
    <w:rsid w:val="003D4C38"/>
    <w:rsid w:val="003E7FF8"/>
    <w:rsid w:val="003F2E05"/>
    <w:rsid w:val="00413238"/>
    <w:rsid w:val="0041380E"/>
    <w:rsid w:val="004145E1"/>
    <w:rsid w:val="004217D5"/>
    <w:rsid w:val="00423A59"/>
    <w:rsid w:val="00430524"/>
    <w:rsid w:val="00434EB9"/>
    <w:rsid w:val="00456AC0"/>
    <w:rsid w:val="004603A7"/>
    <w:rsid w:val="00472D6A"/>
    <w:rsid w:val="00481D23"/>
    <w:rsid w:val="00487553"/>
    <w:rsid w:val="00496151"/>
    <w:rsid w:val="00496F1A"/>
    <w:rsid w:val="004A2F32"/>
    <w:rsid w:val="004A7211"/>
    <w:rsid w:val="004B7207"/>
    <w:rsid w:val="004D0B2E"/>
    <w:rsid w:val="004D25AA"/>
    <w:rsid w:val="004E068D"/>
    <w:rsid w:val="004E42E2"/>
    <w:rsid w:val="004E52F7"/>
    <w:rsid w:val="004E7489"/>
    <w:rsid w:val="004F44DB"/>
    <w:rsid w:val="004F7103"/>
    <w:rsid w:val="00502442"/>
    <w:rsid w:val="00516F6F"/>
    <w:rsid w:val="005417AA"/>
    <w:rsid w:val="005423BB"/>
    <w:rsid w:val="0057003D"/>
    <w:rsid w:val="00571BE9"/>
    <w:rsid w:val="00585731"/>
    <w:rsid w:val="005B76EC"/>
    <w:rsid w:val="005D214F"/>
    <w:rsid w:val="00636F23"/>
    <w:rsid w:val="00644DAD"/>
    <w:rsid w:val="0065048F"/>
    <w:rsid w:val="00663864"/>
    <w:rsid w:val="00666F7B"/>
    <w:rsid w:val="00677A0A"/>
    <w:rsid w:val="006871BB"/>
    <w:rsid w:val="00697A34"/>
    <w:rsid w:val="006E0072"/>
    <w:rsid w:val="006E264F"/>
    <w:rsid w:val="00705C89"/>
    <w:rsid w:val="007141F3"/>
    <w:rsid w:val="00742C61"/>
    <w:rsid w:val="00750483"/>
    <w:rsid w:val="00751461"/>
    <w:rsid w:val="0075279C"/>
    <w:rsid w:val="0076048E"/>
    <w:rsid w:val="00765794"/>
    <w:rsid w:val="0079130C"/>
    <w:rsid w:val="007B0236"/>
    <w:rsid w:val="007B271D"/>
    <w:rsid w:val="007C316B"/>
    <w:rsid w:val="007D26A6"/>
    <w:rsid w:val="00802A41"/>
    <w:rsid w:val="008050B6"/>
    <w:rsid w:val="00805103"/>
    <w:rsid w:val="00807CE4"/>
    <w:rsid w:val="00832BE5"/>
    <w:rsid w:val="00847DD6"/>
    <w:rsid w:val="00862F34"/>
    <w:rsid w:val="00876505"/>
    <w:rsid w:val="008B63F0"/>
    <w:rsid w:val="008E2A65"/>
    <w:rsid w:val="008F37F6"/>
    <w:rsid w:val="008F7081"/>
    <w:rsid w:val="00904666"/>
    <w:rsid w:val="00904E79"/>
    <w:rsid w:val="00935484"/>
    <w:rsid w:val="00945CFD"/>
    <w:rsid w:val="00951397"/>
    <w:rsid w:val="00956027"/>
    <w:rsid w:val="009822B8"/>
    <w:rsid w:val="00987396"/>
    <w:rsid w:val="009D4EA6"/>
    <w:rsid w:val="009D706D"/>
    <w:rsid w:val="009F20AB"/>
    <w:rsid w:val="009F246A"/>
    <w:rsid w:val="009F5E2B"/>
    <w:rsid w:val="00A14919"/>
    <w:rsid w:val="00A17F84"/>
    <w:rsid w:val="00A27183"/>
    <w:rsid w:val="00A37944"/>
    <w:rsid w:val="00A564B1"/>
    <w:rsid w:val="00A76965"/>
    <w:rsid w:val="00AB2621"/>
    <w:rsid w:val="00B17903"/>
    <w:rsid w:val="00B2594E"/>
    <w:rsid w:val="00B33A9D"/>
    <w:rsid w:val="00B34594"/>
    <w:rsid w:val="00B40203"/>
    <w:rsid w:val="00B416B8"/>
    <w:rsid w:val="00B71C13"/>
    <w:rsid w:val="00B7234A"/>
    <w:rsid w:val="00B90AA8"/>
    <w:rsid w:val="00B90C5B"/>
    <w:rsid w:val="00BA3B02"/>
    <w:rsid w:val="00BB7EAC"/>
    <w:rsid w:val="00BC22CB"/>
    <w:rsid w:val="00BC3BF1"/>
    <w:rsid w:val="00BE7C1B"/>
    <w:rsid w:val="00BF3AA0"/>
    <w:rsid w:val="00C012B7"/>
    <w:rsid w:val="00C11720"/>
    <w:rsid w:val="00C36620"/>
    <w:rsid w:val="00C52FC2"/>
    <w:rsid w:val="00C72C25"/>
    <w:rsid w:val="00C779ED"/>
    <w:rsid w:val="00C83C2F"/>
    <w:rsid w:val="00C951BE"/>
    <w:rsid w:val="00CA0A22"/>
    <w:rsid w:val="00CA2E34"/>
    <w:rsid w:val="00CD751B"/>
    <w:rsid w:val="00CE3E08"/>
    <w:rsid w:val="00CE7042"/>
    <w:rsid w:val="00D00EEF"/>
    <w:rsid w:val="00D23979"/>
    <w:rsid w:val="00D4304F"/>
    <w:rsid w:val="00D504CB"/>
    <w:rsid w:val="00D60B7E"/>
    <w:rsid w:val="00D64429"/>
    <w:rsid w:val="00D651B9"/>
    <w:rsid w:val="00D71128"/>
    <w:rsid w:val="00D81E15"/>
    <w:rsid w:val="00D857FC"/>
    <w:rsid w:val="00D859A6"/>
    <w:rsid w:val="00D97504"/>
    <w:rsid w:val="00D977B8"/>
    <w:rsid w:val="00DD0F43"/>
    <w:rsid w:val="00DE2339"/>
    <w:rsid w:val="00DE68B2"/>
    <w:rsid w:val="00DF3CD5"/>
    <w:rsid w:val="00E11B10"/>
    <w:rsid w:val="00E157E4"/>
    <w:rsid w:val="00E20CC3"/>
    <w:rsid w:val="00E23E06"/>
    <w:rsid w:val="00E31A85"/>
    <w:rsid w:val="00E411BC"/>
    <w:rsid w:val="00E53907"/>
    <w:rsid w:val="00EA2627"/>
    <w:rsid w:val="00EA7076"/>
    <w:rsid w:val="00EB7558"/>
    <w:rsid w:val="00EC0F68"/>
    <w:rsid w:val="00EC5313"/>
    <w:rsid w:val="00ED6D21"/>
    <w:rsid w:val="00EE3C33"/>
    <w:rsid w:val="00F00518"/>
    <w:rsid w:val="00F122F6"/>
    <w:rsid w:val="00F16341"/>
    <w:rsid w:val="00F4051F"/>
    <w:rsid w:val="00F52002"/>
    <w:rsid w:val="00F618DB"/>
    <w:rsid w:val="00F71404"/>
    <w:rsid w:val="00F8128E"/>
    <w:rsid w:val="00F87EEA"/>
    <w:rsid w:val="00F907B1"/>
    <w:rsid w:val="00F91213"/>
    <w:rsid w:val="00FA2690"/>
    <w:rsid w:val="00FA50AC"/>
    <w:rsid w:val="00FB431B"/>
    <w:rsid w:val="00FC45BE"/>
    <w:rsid w:val="00FC6684"/>
    <w:rsid w:val="00FD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bg-BG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31" w:unhideWhenUsed="0" w:qFormat="1"/>
    <w:lsdException w:name="List Number" w:semiHidden="0" w:unhideWhenUsed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C5313"/>
    <w:rPr>
      <w:color w:val="595959" w:themeColor="text1" w:themeTint="A6"/>
    </w:rPr>
  </w:style>
  <w:style w:type="paragraph" w:styleId="1">
    <w:name w:val="heading 1"/>
    <w:basedOn w:val="a1"/>
    <w:link w:val="10"/>
    <w:uiPriority w:val="9"/>
    <w:qFormat/>
    <w:rsid w:val="00EC5313"/>
    <w:pPr>
      <w:keepNext/>
      <w:keepLines/>
      <w:spacing w:before="24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2">
    <w:name w:val="heading 2"/>
    <w:basedOn w:val="a1"/>
    <w:link w:val="20"/>
    <w:uiPriority w:val="9"/>
    <w:unhideWhenUsed/>
    <w:qFormat/>
    <w:rsid w:val="00EC5313"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C52FC2"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B431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B431B"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B431B"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B431B"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ListTable3Accent1">
    <w:name w:val="List Table 3 Accent 1"/>
    <w:basedOn w:val="a3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a5">
    <w:name w:val="Title"/>
    <w:basedOn w:val="a1"/>
    <w:next w:val="a1"/>
    <w:link w:val="a6"/>
    <w:uiPriority w:val="10"/>
    <w:semiHidden/>
    <w:unhideWhenUsed/>
    <w:qFormat/>
    <w:rsid w:val="00C52FC2"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character" w:customStyle="1" w:styleId="a6">
    <w:name w:val="Заглавие Знак"/>
    <w:basedOn w:val="a2"/>
    <w:link w:val="a5"/>
    <w:uiPriority w:val="10"/>
    <w:semiHidden/>
    <w:rsid w:val="00C52FC2"/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paragraph" w:styleId="a7">
    <w:name w:val="Subtitle"/>
    <w:basedOn w:val="a1"/>
    <w:next w:val="a1"/>
    <w:link w:val="a8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10">
    <w:name w:val="Заглавие 1 Знак"/>
    <w:basedOn w:val="a2"/>
    <w:link w:val="1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20">
    <w:name w:val="Заглавие 2 Знак"/>
    <w:basedOn w:val="a2"/>
    <w:link w:val="2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a0">
    <w:name w:val="List Bullet"/>
    <w:basedOn w:val="a1"/>
    <w:uiPriority w:val="31"/>
    <w:qFormat/>
    <w:pPr>
      <w:numPr>
        <w:numId w:val="8"/>
      </w:numPr>
      <w:contextualSpacing/>
    </w:pPr>
  </w:style>
  <w:style w:type="paragraph" w:styleId="a9">
    <w:name w:val="header"/>
    <w:basedOn w:val="a1"/>
    <w:link w:val="aa"/>
    <w:uiPriority w:val="99"/>
    <w:unhideWhenUsed/>
    <w:pPr>
      <w:spacing w:before="0" w:after="0" w:line="240" w:lineRule="auto"/>
    </w:pPr>
  </w:style>
  <w:style w:type="character" w:customStyle="1" w:styleId="aa">
    <w:name w:val="Горен колонтитул Знак"/>
    <w:basedOn w:val="a2"/>
    <w:link w:val="a9"/>
    <w:uiPriority w:val="99"/>
  </w:style>
  <w:style w:type="paragraph" w:styleId="ab">
    <w:name w:val="Intense Quote"/>
    <w:basedOn w:val="a1"/>
    <w:next w:val="a1"/>
    <w:link w:val="ac"/>
    <w:uiPriority w:val="30"/>
    <w:semiHidden/>
    <w:unhideWhenUsed/>
    <w:qFormat/>
    <w:rsid w:val="00C52FC2"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8A4203" w:themeColor="accent2" w:themeShade="80"/>
      <w:sz w:val="32"/>
    </w:rPr>
  </w:style>
  <w:style w:type="table" w:styleId="ad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e">
    <w:name w:val="Служебен документ"/>
    <w:basedOn w:val="a3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a8">
    <w:name w:val="Подзаглавие Знак"/>
    <w:basedOn w:val="a2"/>
    <w:link w:val="a7"/>
    <w:uiPriority w:val="11"/>
    <w:semiHidden/>
    <w:rPr>
      <w:rFonts w:eastAsiaTheme="minorEastAsia"/>
      <w:caps/>
      <w:sz w:val="40"/>
      <w:szCs w:val="22"/>
    </w:rPr>
  </w:style>
  <w:style w:type="character" w:customStyle="1" w:styleId="70">
    <w:name w:val="Заглавие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80">
    <w:name w:val="Заглавие 8 Знак"/>
    <w:basedOn w:val="a2"/>
    <w:link w:val="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90">
    <w:name w:val="Заглавие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af">
    <w:name w:val="Subtle Emphasis"/>
    <w:basedOn w:val="a2"/>
    <w:uiPriority w:val="19"/>
    <w:semiHidden/>
    <w:unhideWhenUsed/>
    <w:qFormat/>
    <w:rPr>
      <w:i/>
      <w:iCs/>
      <w:color w:val="0072C6" w:themeColor="accent1"/>
    </w:rPr>
  </w:style>
  <w:style w:type="character" w:styleId="af0">
    <w:name w:val="Emphasis"/>
    <w:basedOn w:val="a2"/>
    <w:uiPriority w:val="20"/>
    <w:semiHidden/>
    <w:unhideWhenUsed/>
    <w:qFormat/>
    <w:rsid w:val="00C52FC2"/>
    <w:rPr>
      <w:i/>
      <w:iCs/>
      <w:color w:val="8A4203" w:themeColor="accent2" w:themeShade="80"/>
    </w:rPr>
  </w:style>
  <w:style w:type="character" w:styleId="af1">
    <w:name w:val="Intense Emphasis"/>
    <w:basedOn w:val="a2"/>
    <w:uiPriority w:val="21"/>
    <w:semiHidden/>
    <w:unhideWhenUsed/>
    <w:qFormat/>
    <w:rsid w:val="00C52FC2"/>
    <w:rPr>
      <w:b/>
      <w:i/>
      <w:iCs/>
      <w:color w:val="8A4203" w:themeColor="accent2" w:themeShade="80"/>
    </w:rPr>
  </w:style>
  <w:style w:type="character" w:styleId="af2">
    <w:name w:val="Strong"/>
    <w:basedOn w:val="a2"/>
    <w:uiPriority w:val="22"/>
    <w:semiHidden/>
    <w:unhideWhenUsed/>
    <w:qFormat/>
    <w:rPr>
      <w:b/>
      <w:bCs/>
      <w:color w:val="0072C6" w:themeColor="accent1"/>
    </w:rPr>
  </w:style>
  <w:style w:type="character" w:styleId="af3">
    <w:name w:val="Subtle Reference"/>
    <w:basedOn w:val="a2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af4">
    <w:name w:val="Intense Reference"/>
    <w:basedOn w:val="a2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af5">
    <w:name w:val="Book Title"/>
    <w:basedOn w:val="a2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af6">
    <w:name w:val="caption"/>
    <w:basedOn w:val="a1"/>
    <w:next w:val="a1"/>
    <w:uiPriority w:val="35"/>
    <w:semiHidden/>
    <w:unhideWhenUsed/>
    <w:qFormat/>
    <w:rsid w:val="00FB431B"/>
    <w:pPr>
      <w:spacing w:after="200" w:line="240" w:lineRule="auto"/>
    </w:pPr>
    <w:rPr>
      <w:i/>
      <w:iCs/>
      <w:sz w:val="22"/>
      <w:szCs w:val="18"/>
    </w:rPr>
  </w:style>
  <w:style w:type="paragraph" w:styleId="af7">
    <w:name w:val="TOC Heading"/>
    <w:basedOn w:val="1"/>
    <w:next w:val="a1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af8">
    <w:name w:val="Placeholder Text"/>
    <w:basedOn w:val="a2"/>
    <w:uiPriority w:val="99"/>
    <w:semiHidden/>
    <w:rsid w:val="00EC0F68"/>
    <w:rPr>
      <w:color w:val="595959" w:themeColor="text1" w:themeTint="A6"/>
    </w:rPr>
  </w:style>
  <w:style w:type="paragraph" w:styleId="af9">
    <w:name w:val="footer"/>
    <w:basedOn w:val="a1"/>
    <w:link w:val="afa"/>
    <w:uiPriority w:val="99"/>
    <w:unhideWhenUsed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afa">
    <w:name w:val="Долен колонтитул Знак"/>
    <w:basedOn w:val="a2"/>
    <w:link w:val="af9"/>
    <w:uiPriority w:val="99"/>
    <w:rPr>
      <w:color w:val="FFFFFF" w:themeColor="background1"/>
      <w:shd w:val="clear" w:color="auto" w:fill="0072C6" w:themeFill="accent1"/>
    </w:rPr>
  </w:style>
  <w:style w:type="paragraph" w:styleId="afb">
    <w:name w:val="Quote"/>
    <w:basedOn w:val="a1"/>
    <w:next w:val="a1"/>
    <w:link w:val="afc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afc">
    <w:name w:val="Цитат Знак"/>
    <w:basedOn w:val="a2"/>
    <w:link w:val="afb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ac">
    <w:name w:val="Интензивно цитиране Знак"/>
    <w:basedOn w:val="a2"/>
    <w:link w:val="ab"/>
    <w:uiPriority w:val="30"/>
    <w:semiHidden/>
    <w:rsid w:val="00C52FC2"/>
    <w:rPr>
      <w:rFonts w:asciiTheme="majorHAnsi" w:hAnsiTheme="majorHAnsi"/>
      <w:i/>
      <w:iCs/>
      <w:color w:val="8A4203" w:themeColor="accent2" w:themeShade="80"/>
      <w:sz w:val="32"/>
    </w:rPr>
  </w:style>
  <w:style w:type="character" w:customStyle="1" w:styleId="30">
    <w:name w:val="Заглавие 3 Знак"/>
    <w:basedOn w:val="a2"/>
    <w:link w:val="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a">
    <w:name w:val="List Number"/>
    <w:basedOn w:val="a1"/>
    <w:uiPriority w:val="32"/>
    <w:qFormat/>
    <w:pPr>
      <w:numPr>
        <w:numId w:val="7"/>
      </w:numPr>
      <w:contextualSpacing/>
    </w:pPr>
  </w:style>
  <w:style w:type="character" w:customStyle="1" w:styleId="60">
    <w:name w:val="Заглавие 6 Знак"/>
    <w:basedOn w:val="a2"/>
    <w:link w:val="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afd">
    <w:name w:val="Balloon Text"/>
    <w:basedOn w:val="a1"/>
    <w:link w:val="afe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afe">
    <w:name w:val="Изнесен текст Знак"/>
    <w:basedOn w:val="a2"/>
    <w:link w:val="afd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8"/>
    </w:rPr>
  </w:style>
  <w:style w:type="paragraph" w:styleId="31">
    <w:name w:val="Body Text 3"/>
    <w:basedOn w:val="a1"/>
    <w:link w:val="32"/>
    <w:uiPriority w:val="99"/>
    <w:semiHidden/>
    <w:unhideWhenUsed/>
    <w:rsid w:val="00FB431B"/>
    <w:pPr>
      <w:spacing w:after="120"/>
    </w:pPr>
    <w:rPr>
      <w:sz w:val="22"/>
      <w:szCs w:val="16"/>
    </w:rPr>
  </w:style>
  <w:style w:type="character" w:customStyle="1" w:styleId="32">
    <w:name w:val="Основен текст 3 Знак"/>
    <w:basedOn w:val="a2"/>
    <w:link w:val="31"/>
    <w:uiPriority w:val="99"/>
    <w:semiHidden/>
    <w:rsid w:val="00FB431B"/>
    <w:rPr>
      <w:color w:val="595959" w:themeColor="text1" w:themeTint="A6"/>
      <w:sz w:val="22"/>
      <w:szCs w:val="16"/>
    </w:rPr>
  </w:style>
  <w:style w:type="character" w:styleId="aff">
    <w:name w:val="annotation reference"/>
    <w:basedOn w:val="a2"/>
    <w:uiPriority w:val="99"/>
    <w:semiHidden/>
    <w:unhideWhenUsed/>
    <w:rsid w:val="00FB431B"/>
    <w:rPr>
      <w:sz w:val="22"/>
      <w:szCs w:val="16"/>
    </w:rPr>
  </w:style>
  <w:style w:type="paragraph" w:styleId="aff0">
    <w:name w:val="annotation text"/>
    <w:basedOn w:val="a1"/>
    <w:link w:val="aff1"/>
    <w:uiPriority w:val="99"/>
    <w:semiHidden/>
    <w:unhideWhenUsed/>
    <w:rsid w:val="00FB431B"/>
    <w:pPr>
      <w:spacing w:line="240" w:lineRule="auto"/>
    </w:pPr>
    <w:rPr>
      <w:sz w:val="22"/>
      <w:szCs w:val="20"/>
    </w:rPr>
  </w:style>
  <w:style w:type="character" w:customStyle="1" w:styleId="aff1">
    <w:name w:val="Текст на коментар Знак"/>
    <w:basedOn w:val="a2"/>
    <w:link w:val="aff0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FB431B"/>
    <w:rPr>
      <w:b/>
      <w:bCs/>
    </w:rPr>
  </w:style>
  <w:style w:type="character" w:customStyle="1" w:styleId="aff3">
    <w:name w:val="Предмет на коментар Знак"/>
    <w:basedOn w:val="aff1"/>
    <w:link w:val="aff2"/>
    <w:uiPriority w:val="99"/>
    <w:semiHidden/>
    <w:rsid w:val="00FB431B"/>
    <w:rPr>
      <w:b/>
      <w:bCs/>
      <w:color w:val="595959" w:themeColor="text1" w:themeTint="A6"/>
      <w:sz w:val="22"/>
      <w:szCs w:val="20"/>
    </w:rPr>
  </w:style>
  <w:style w:type="paragraph" w:styleId="aff4">
    <w:name w:val="Document Map"/>
    <w:basedOn w:val="a1"/>
    <w:link w:val="aff5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aff5">
    <w:name w:val="План на документа Знак"/>
    <w:basedOn w:val="a2"/>
    <w:link w:val="aff4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6"/>
    </w:rPr>
  </w:style>
  <w:style w:type="paragraph" w:styleId="aff6">
    <w:name w:val="endnote text"/>
    <w:basedOn w:val="a1"/>
    <w:link w:val="aff7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7">
    <w:name w:val="Текст на бележка в края Знак"/>
    <w:basedOn w:val="a2"/>
    <w:link w:val="aff6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8">
    <w:name w:val="envelope return"/>
    <w:basedOn w:val="a1"/>
    <w:uiPriority w:val="99"/>
    <w:semiHidden/>
    <w:unhideWhenUsed/>
    <w:rsid w:val="00FB431B"/>
    <w:pPr>
      <w:spacing w:before="0"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aff9">
    <w:name w:val="footnote text"/>
    <w:basedOn w:val="a1"/>
    <w:link w:val="affa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a">
    <w:name w:val="Текст под линия Знак"/>
    <w:basedOn w:val="a2"/>
    <w:link w:val="aff9"/>
    <w:uiPriority w:val="99"/>
    <w:semiHidden/>
    <w:rsid w:val="00FB431B"/>
    <w:rPr>
      <w:color w:val="595959" w:themeColor="text1" w:themeTint="A6"/>
      <w:sz w:val="22"/>
      <w:szCs w:val="20"/>
    </w:rPr>
  </w:style>
  <w:style w:type="character" w:styleId="HTML">
    <w:name w:val="HTML Code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HTML1">
    <w:name w:val="HTML Preformatted"/>
    <w:basedOn w:val="a1"/>
    <w:link w:val="HTML2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0"/>
    </w:rPr>
  </w:style>
  <w:style w:type="character" w:customStyle="1" w:styleId="HTML2">
    <w:name w:val="HTML стандартен Знак"/>
    <w:basedOn w:val="a2"/>
    <w:link w:val="HTML1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character" w:styleId="HTML3">
    <w:name w:val="HTML Typewriter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affb">
    <w:name w:val="macro"/>
    <w:link w:val="affc"/>
    <w:uiPriority w:val="99"/>
    <w:semiHidden/>
    <w:unhideWhenUsed/>
    <w:rsid w:val="00FB43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595959" w:themeColor="text1" w:themeTint="A6"/>
      <w:sz w:val="22"/>
      <w:szCs w:val="20"/>
    </w:rPr>
  </w:style>
  <w:style w:type="character" w:customStyle="1" w:styleId="affc">
    <w:name w:val="Текст на макрос Знак"/>
    <w:basedOn w:val="a2"/>
    <w:link w:val="affb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paragraph" w:styleId="affd">
    <w:name w:val="Plain Text"/>
    <w:basedOn w:val="a1"/>
    <w:link w:val="affe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1"/>
    </w:rPr>
  </w:style>
  <w:style w:type="character" w:customStyle="1" w:styleId="affe">
    <w:name w:val="Обикновен текст Знак"/>
    <w:basedOn w:val="a2"/>
    <w:link w:val="affd"/>
    <w:uiPriority w:val="99"/>
    <w:semiHidden/>
    <w:rsid w:val="00FB431B"/>
    <w:rPr>
      <w:rFonts w:ascii="Consolas" w:hAnsi="Consolas"/>
      <w:color w:val="595959" w:themeColor="text1" w:themeTint="A6"/>
      <w:sz w:val="22"/>
      <w:szCs w:val="21"/>
    </w:rPr>
  </w:style>
  <w:style w:type="paragraph" w:styleId="33">
    <w:name w:val="Body Text Indent 3"/>
    <w:basedOn w:val="a1"/>
    <w:link w:val="34"/>
    <w:uiPriority w:val="99"/>
    <w:semiHidden/>
    <w:unhideWhenUsed/>
    <w:rsid w:val="00EC0F68"/>
    <w:pPr>
      <w:spacing w:after="120"/>
      <w:ind w:left="360"/>
    </w:pPr>
    <w:rPr>
      <w:sz w:val="22"/>
      <w:szCs w:val="16"/>
    </w:rPr>
  </w:style>
  <w:style w:type="character" w:customStyle="1" w:styleId="34">
    <w:name w:val="Основен текст с отстъп 3 Знак"/>
    <w:basedOn w:val="a2"/>
    <w:link w:val="33"/>
    <w:uiPriority w:val="99"/>
    <w:semiHidden/>
    <w:rsid w:val="00EC0F68"/>
    <w:rPr>
      <w:color w:val="595959" w:themeColor="text1" w:themeTint="A6"/>
      <w:sz w:val="22"/>
      <w:szCs w:val="16"/>
    </w:rPr>
  </w:style>
  <w:style w:type="paragraph" w:styleId="afff">
    <w:name w:val="Normal (Web)"/>
    <w:basedOn w:val="a1"/>
    <w:uiPriority w:val="99"/>
    <w:semiHidden/>
    <w:unhideWhenUsed/>
    <w:rsid w:val="00344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bg-BG"/>
    </w:rPr>
  </w:style>
  <w:style w:type="character" w:styleId="afff0">
    <w:name w:val="Hyperlink"/>
    <w:basedOn w:val="a2"/>
    <w:uiPriority w:val="99"/>
    <w:unhideWhenUsed/>
    <w:rsid w:val="00CA0A22"/>
    <w:rPr>
      <w:color w:val="0072C6" w:themeColor="hyperlink"/>
      <w:u w:val="single"/>
    </w:rPr>
  </w:style>
  <w:style w:type="character" w:customStyle="1" w:styleId="blue">
    <w:name w:val="blue"/>
    <w:basedOn w:val="a2"/>
    <w:rsid w:val="003A4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bg-BG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31" w:unhideWhenUsed="0" w:qFormat="1"/>
    <w:lsdException w:name="List Number" w:semiHidden="0" w:unhideWhenUsed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C5313"/>
    <w:rPr>
      <w:color w:val="595959" w:themeColor="text1" w:themeTint="A6"/>
    </w:rPr>
  </w:style>
  <w:style w:type="paragraph" w:styleId="1">
    <w:name w:val="heading 1"/>
    <w:basedOn w:val="a1"/>
    <w:link w:val="10"/>
    <w:uiPriority w:val="9"/>
    <w:qFormat/>
    <w:rsid w:val="00EC5313"/>
    <w:pPr>
      <w:keepNext/>
      <w:keepLines/>
      <w:spacing w:before="24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2">
    <w:name w:val="heading 2"/>
    <w:basedOn w:val="a1"/>
    <w:link w:val="20"/>
    <w:uiPriority w:val="9"/>
    <w:unhideWhenUsed/>
    <w:qFormat/>
    <w:rsid w:val="00EC5313"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C52FC2"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B431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B431B"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B431B"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B431B"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ListTable3Accent1">
    <w:name w:val="List Table 3 Accent 1"/>
    <w:basedOn w:val="a3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a5">
    <w:name w:val="Title"/>
    <w:basedOn w:val="a1"/>
    <w:next w:val="a1"/>
    <w:link w:val="a6"/>
    <w:uiPriority w:val="10"/>
    <w:semiHidden/>
    <w:unhideWhenUsed/>
    <w:qFormat/>
    <w:rsid w:val="00C52FC2"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character" w:customStyle="1" w:styleId="a6">
    <w:name w:val="Заглавие Знак"/>
    <w:basedOn w:val="a2"/>
    <w:link w:val="a5"/>
    <w:uiPriority w:val="10"/>
    <w:semiHidden/>
    <w:rsid w:val="00C52FC2"/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paragraph" w:styleId="a7">
    <w:name w:val="Subtitle"/>
    <w:basedOn w:val="a1"/>
    <w:next w:val="a1"/>
    <w:link w:val="a8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10">
    <w:name w:val="Заглавие 1 Знак"/>
    <w:basedOn w:val="a2"/>
    <w:link w:val="1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20">
    <w:name w:val="Заглавие 2 Знак"/>
    <w:basedOn w:val="a2"/>
    <w:link w:val="2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a0">
    <w:name w:val="List Bullet"/>
    <w:basedOn w:val="a1"/>
    <w:uiPriority w:val="31"/>
    <w:qFormat/>
    <w:pPr>
      <w:numPr>
        <w:numId w:val="8"/>
      </w:numPr>
      <w:contextualSpacing/>
    </w:pPr>
  </w:style>
  <w:style w:type="paragraph" w:styleId="a9">
    <w:name w:val="header"/>
    <w:basedOn w:val="a1"/>
    <w:link w:val="aa"/>
    <w:uiPriority w:val="99"/>
    <w:unhideWhenUsed/>
    <w:pPr>
      <w:spacing w:before="0" w:after="0" w:line="240" w:lineRule="auto"/>
    </w:pPr>
  </w:style>
  <w:style w:type="character" w:customStyle="1" w:styleId="aa">
    <w:name w:val="Горен колонтитул Знак"/>
    <w:basedOn w:val="a2"/>
    <w:link w:val="a9"/>
    <w:uiPriority w:val="99"/>
  </w:style>
  <w:style w:type="paragraph" w:styleId="ab">
    <w:name w:val="Intense Quote"/>
    <w:basedOn w:val="a1"/>
    <w:next w:val="a1"/>
    <w:link w:val="ac"/>
    <w:uiPriority w:val="30"/>
    <w:semiHidden/>
    <w:unhideWhenUsed/>
    <w:qFormat/>
    <w:rsid w:val="00C52FC2"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8A4203" w:themeColor="accent2" w:themeShade="80"/>
      <w:sz w:val="32"/>
    </w:rPr>
  </w:style>
  <w:style w:type="table" w:styleId="ad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e">
    <w:name w:val="Служебен документ"/>
    <w:basedOn w:val="a3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a8">
    <w:name w:val="Подзаглавие Знак"/>
    <w:basedOn w:val="a2"/>
    <w:link w:val="a7"/>
    <w:uiPriority w:val="11"/>
    <w:semiHidden/>
    <w:rPr>
      <w:rFonts w:eastAsiaTheme="minorEastAsia"/>
      <w:caps/>
      <w:sz w:val="40"/>
      <w:szCs w:val="22"/>
    </w:rPr>
  </w:style>
  <w:style w:type="character" w:customStyle="1" w:styleId="70">
    <w:name w:val="Заглавие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80">
    <w:name w:val="Заглавие 8 Знак"/>
    <w:basedOn w:val="a2"/>
    <w:link w:val="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90">
    <w:name w:val="Заглавие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af">
    <w:name w:val="Subtle Emphasis"/>
    <w:basedOn w:val="a2"/>
    <w:uiPriority w:val="19"/>
    <w:semiHidden/>
    <w:unhideWhenUsed/>
    <w:qFormat/>
    <w:rPr>
      <w:i/>
      <w:iCs/>
      <w:color w:val="0072C6" w:themeColor="accent1"/>
    </w:rPr>
  </w:style>
  <w:style w:type="character" w:styleId="af0">
    <w:name w:val="Emphasis"/>
    <w:basedOn w:val="a2"/>
    <w:uiPriority w:val="20"/>
    <w:semiHidden/>
    <w:unhideWhenUsed/>
    <w:qFormat/>
    <w:rsid w:val="00C52FC2"/>
    <w:rPr>
      <w:i/>
      <w:iCs/>
      <w:color w:val="8A4203" w:themeColor="accent2" w:themeShade="80"/>
    </w:rPr>
  </w:style>
  <w:style w:type="character" w:styleId="af1">
    <w:name w:val="Intense Emphasis"/>
    <w:basedOn w:val="a2"/>
    <w:uiPriority w:val="21"/>
    <w:semiHidden/>
    <w:unhideWhenUsed/>
    <w:qFormat/>
    <w:rsid w:val="00C52FC2"/>
    <w:rPr>
      <w:b/>
      <w:i/>
      <w:iCs/>
      <w:color w:val="8A4203" w:themeColor="accent2" w:themeShade="80"/>
    </w:rPr>
  </w:style>
  <w:style w:type="character" w:styleId="af2">
    <w:name w:val="Strong"/>
    <w:basedOn w:val="a2"/>
    <w:uiPriority w:val="22"/>
    <w:semiHidden/>
    <w:unhideWhenUsed/>
    <w:qFormat/>
    <w:rPr>
      <w:b/>
      <w:bCs/>
      <w:color w:val="0072C6" w:themeColor="accent1"/>
    </w:rPr>
  </w:style>
  <w:style w:type="character" w:styleId="af3">
    <w:name w:val="Subtle Reference"/>
    <w:basedOn w:val="a2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af4">
    <w:name w:val="Intense Reference"/>
    <w:basedOn w:val="a2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af5">
    <w:name w:val="Book Title"/>
    <w:basedOn w:val="a2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af6">
    <w:name w:val="caption"/>
    <w:basedOn w:val="a1"/>
    <w:next w:val="a1"/>
    <w:uiPriority w:val="35"/>
    <w:semiHidden/>
    <w:unhideWhenUsed/>
    <w:qFormat/>
    <w:rsid w:val="00FB431B"/>
    <w:pPr>
      <w:spacing w:after="200" w:line="240" w:lineRule="auto"/>
    </w:pPr>
    <w:rPr>
      <w:i/>
      <w:iCs/>
      <w:sz w:val="22"/>
      <w:szCs w:val="18"/>
    </w:rPr>
  </w:style>
  <w:style w:type="paragraph" w:styleId="af7">
    <w:name w:val="TOC Heading"/>
    <w:basedOn w:val="1"/>
    <w:next w:val="a1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af8">
    <w:name w:val="Placeholder Text"/>
    <w:basedOn w:val="a2"/>
    <w:uiPriority w:val="99"/>
    <w:semiHidden/>
    <w:rsid w:val="00EC0F68"/>
    <w:rPr>
      <w:color w:val="595959" w:themeColor="text1" w:themeTint="A6"/>
    </w:rPr>
  </w:style>
  <w:style w:type="paragraph" w:styleId="af9">
    <w:name w:val="footer"/>
    <w:basedOn w:val="a1"/>
    <w:link w:val="afa"/>
    <w:uiPriority w:val="99"/>
    <w:unhideWhenUsed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afa">
    <w:name w:val="Долен колонтитул Знак"/>
    <w:basedOn w:val="a2"/>
    <w:link w:val="af9"/>
    <w:uiPriority w:val="99"/>
    <w:rPr>
      <w:color w:val="FFFFFF" w:themeColor="background1"/>
      <w:shd w:val="clear" w:color="auto" w:fill="0072C6" w:themeFill="accent1"/>
    </w:rPr>
  </w:style>
  <w:style w:type="paragraph" w:styleId="afb">
    <w:name w:val="Quote"/>
    <w:basedOn w:val="a1"/>
    <w:next w:val="a1"/>
    <w:link w:val="afc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afc">
    <w:name w:val="Цитат Знак"/>
    <w:basedOn w:val="a2"/>
    <w:link w:val="afb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ac">
    <w:name w:val="Интензивно цитиране Знак"/>
    <w:basedOn w:val="a2"/>
    <w:link w:val="ab"/>
    <w:uiPriority w:val="30"/>
    <w:semiHidden/>
    <w:rsid w:val="00C52FC2"/>
    <w:rPr>
      <w:rFonts w:asciiTheme="majorHAnsi" w:hAnsiTheme="majorHAnsi"/>
      <w:i/>
      <w:iCs/>
      <w:color w:val="8A4203" w:themeColor="accent2" w:themeShade="80"/>
      <w:sz w:val="32"/>
    </w:rPr>
  </w:style>
  <w:style w:type="character" w:customStyle="1" w:styleId="30">
    <w:name w:val="Заглавие 3 Знак"/>
    <w:basedOn w:val="a2"/>
    <w:link w:val="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a">
    <w:name w:val="List Number"/>
    <w:basedOn w:val="a1"/>
    <w:uiPriority w:val="32"/>
    <w:qFormat/>
    <w:pPr>
      <w:numPr>
        <w:numId w:val="7"/>
      </w:numPr>
      <w:contextualSpacing/>
    </w:pPr>
  </w:style>
  <w:style w:type="character" w:customStyle="1" w:styleId="60">
    <w:name w:val="Заглавие 6 Знак"/>
    <w:basedOn w:val="a2"/>
    <w:link w:val="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afd">
    <w:name w:val="Balloon Text"/>
    <w:basedOn w:val="a1"/>
    <w:link w:val="afe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afe">
    <w:name w:val="Изнесен текст Знак"/>
    <w:basedOn w:val="a2"/>
    <w:link w:val="afd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8"/>
    </w:rPr>
  </w:style>
  <w:style w:type="paragraph" w:styleId="31">
    <w:name w:val="Body Text 3"/>
    <w:basedOn w:val="a1"/>
    <w:link w:val="32"/>
    <w:uiPriority w:val="99"/>
    <w:semiHidden/>
    <w:unhideWhenUsed/>
    <w:rsid w:val="00FB431B"/>
    <w:pPr>
      <w:spacing w:after="120"/>
    </w:pPr>
    <w:rPr>
      <w:sz w:val="22"/>
      <w:szCs w:val="16"/>
    </w:rPr>
  </w:style>
  <w:style w:type="character" w:customStyle="1" w:styleId="32">
    <w:name w:val="Основен текст 3 Знак"/>
    <w:basedOn w:val="a2"/>
    <w:link w:val="31"/>
    <w:uiPriority w:val="99"/>
    <w:semiHidden/>
    <w:rsid w:val="00FB431B"/>
    <w:rPr>
      <w:color w:val="595959" w:themeColor="text1" w:themeTint="A6"/>
      <w:sz w:val="22"/>
      <w:szCs w:val="16"/>
    </w:rPr>
  </w:style>
  <w:style w:type="character" w:styleId="aff">
    <w:name w:val="annotation reference"/>
    <w:basedOn w:val="a2"/>
    <w:uiPriority w:val="99"/>
    <w:semiHidden/>
    <w:unhideWhenUsed/>
    <w:rsid w:val="00FB431B"/>
    <w:rPr>
      <w:sz w:val="22"/>
      <w:szCs w:val="16"/>
    </w:rPr>
  </w:style>
  <w:style w:type="paragraph" w:styleId="aff0">
    <w:name w:val="annotation text"/>
    <w:basedOn w:val="a1"/>
    <w:link w:val="aff1"/>
    <w:uiPriority w:val="99"/>
    <w:semiHidden/>
    <w:unhideWhenUsed/>
    <w:rsid w:val="00FB431B"/>
    <w:pPr>
      <w:spacing w:line="240" w:lineRule="auto"/>
    </w:pPr>
    <w:rPr>
      <w:sz w:val="22"/>
      <w:szCs w:val="20"/>
    </w:rPr>
  </w:style>
  <w:style w:type="character" w:customStyle="1" w:styleId="aff1">
    <w:name w:val="Текст на коментар Знак"/>
    <w:basedOn w:val="a2"/>
    <w:link w:val="aff0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FB431B"/>
    <w:rPr>
      <w:b/>
      <w:bCs/>
    </w:rPr>
  </w:style>
  <w:style w:type="character" w:customStyle="1" w:styleId="aff3">
    <w:name w:val="Предмет на коментар Знак"/>
    <w:basedOn w:val="aff1"/>
    <w:link w:val="aff2"/>
    <w:uiPriority w:val="99"/>
    <w:semiHidden/>
    <w:rsid w:val="00FB431B"/>
    <w:rPr>
      <w:b/>
      <w:bCs/>
      <w:color w:val="595959" w:themeColor="text1" w:themeTint="A6"/>
      <w:sz w:val="22"/>
      <w:szCs w:val="20"/>
    </w:rPr>
  </w:style>
  <w:style w:type="paragraph" w:styleId="aff4">
    <w:name w:val="Document Map"/>
    <w:basedOn w:val="a1"/>
    <w:link w:val="aff5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aff5">
    <w:name w:val="План на документа Знак"/>
    <w:basedOn w:val="a2"/>
    <w:link w:val="aff4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6"/>
    </w:rPr>
  </w:style>
  <w:style w:type="paragraph" w:styleId="aff6">
    <w:name w:val="endnote text"/>
    <w:basedOn w:val="a1"/>
    <w:link w:val="aff7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7">
    <w:name w:val="Текст на бележка в края Знак"/>
    <w:basedOn w:val="a2"/>
    <w:link w:val="aff6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aff8">
    <w:name w:val="envelope return"/>
    <w:basedOn w:val="a1"/>
    <w:uiPriority w:val="99"/>
    <w:semiHidden/>
    <w:unhideWhenUsed/>
    <w:rsid w:val="00FB431B"/>
    <w:pPr>
      <w:spacing w:before="0"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aff9">
    <w:name w:val="footnote text"/>
    <w:basedOn w:val="a1"/>
    <w:link w:val="affa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affa">
    <w:name w:val="Текст под линия Знак"/>
    <w:basedOn w:val="a2"/>
    <w:link w:val="aff9"/>
    <w:uiPriority w:val="99"/>
    <w:semiHidden/>
    <w:rsid w:val="00FB431B"/>
    <w:rPr>
      <w:color w:val="595959" w:themeColor="text1" w:themeTint="A6"/>
      <w:sz w:val="22"/>
      <w:szCs w:val="20"/>
    </w:rPr>
  </w:style>
  <w:style w:type="character" w:styleId="HTML">
    <w:name w:val="HTML Code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HTML1">
    <w:name w:val="HTML Preformatted"/>
    <w:basedOn w:val="a1"/>
    <w:link w:val="HTML2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0"/>
    </w:rPr>
  </w:style>
  <w:style w:type="character" w:customStyle="1" w:styleId="HTML2">
    <w:name w:val="HTML стандартен Знак"/>
    <w:basedOn w:val="a2"/>
    <w:link w:val="HTML1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character" w:styleId="HTML3">
    <w:name w:val="HTML Typewriter"/>
    <w:basedOn w:val="a2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affb">
    <w:name w:val="macro"/>
    <w:link w:val="affc"/>
    <w:uiPriority w:val="99"/>
    <w:semiHidden/>
    <w:unhideWhenUsed/>
    <w:rsid w:val="00FB43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595959" w:themeColor="text1" w:themeTint="A6"/>
      <w:sz w:val="22"/>
      <w:szCs w:val="20"/>
    </w:rPr>
  </w:style>
  <w:style w:type="character" w:customStyle="1" w:styleId="affc">
    <w:name w:val="Текст на макрос Знак"/>
    <w:basedOn w:val="a2"/>
    <w:link w:val="affb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paragraph" w:styleId="affd">
    <w:name w:val="Plain Text"/>
    <w:basedOn w:val="a1"/>
    <w:link w:val="affe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1"/>
    </w:rPr>
  </w:style>
  <w:style w:type="character" w:customStyle="1" w:styleId="affe">
    <w:name w:val="Обикновен текст Знак"/>
    <w:basedOn w:val="a2"/>
    <w:link w:val="affd"/>
    <w:uiPriority w:val="99"/>
    <w:semiHidden/>
    <w:rsid w:val="00FB431B"/>
    <w:rPr>
      <w:rFonts w:ascii="Consolas" w:hAnsi="Consolas"/>
      <w:color w:val="595959" w:themeColor="text1" w:themeTint="A6"/>
      <w:sz w:val="22"/>
      <w:szCs w:val="21"/>
    </w:rPr>
  </w:style>
  <w:style w:type="paragraph" w:styleId="33">
    <w:name w:val="Body Text Indent 3"/>
    <w:basedOn w:val="a1"/>
    <w:link w:val="34"/>
    <w:uiPriority w:val="99"/>
    <w:semiHidden/>
    <w:unhideWhenUsed/>
    <w:rsid w:val="00EC0F68"/>
    <w:pPr>
      <w:spacing w:after="120"/>
      <w:ind w:left="360"/>
    </w:pPr>
    <w:rPr>
      <w:sz w:val="22"/>
      <w:szCs w:val="16"/>
    </w:rPr>
  </w:style>
  <w:style w:type="character" w:customStyle="1" w:styleId="34">
    <w:name w:val="Основен текст с отстъп 3 Знак"/>
    <w:basedOn w:val="a2"/>
    <w:link w:val="33"/>
    <w:uiPriority w:val="99"/>
    <w:semiHidden/>
    <w:rsid w:val="00EC0F68"/>
    <w:rPr>
      <w:color w:val="595959" w:themeColor="text1" w:themeTint="A6"/>
      <w:sz w:val="22"/>
      <w:szCs w:val="16"/>
    </w:rPr>
  </w:style>
  <w:style w:type="paragraph" w:styleId="afff">
    <w:name w:val="Normal (Web)"/>
    <w:basedOn w:val="a1"/>
    <w:uiPriority w:val="99"/>
    <w:semiHidden/>
    <w:unhideWhenUsed/>
    <w:rsid w:val="00344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bg-BG"/>
    </w:rPr>
  </w:style>
  <w:style w:type="character" w:styleId="afff0">
    <w:name w:val="Hyperlink"/>
    <w:basedOn w:val="a2"/>
    <w:uiPriority w:val="99"/>
    <w:unhideWhenUsed/>
    <w:rsid w:val="00CA0A22"/>
    <w:rPr>
      <w:color w:val="0072C6" w:themeColor="hyperlink"/>
      <w:u w:val="single"/>
    </w:rPr>
  </w:style>
  <w:style w:type="character" w:customStyle="1" w:styleId="blue">
    <w:name w:val="blue"/>
    <w:basedOn w:val="a2"/>
    <w:rsid w:val="003A4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1057;&#1083;&#1091;&#1078;&#1077;&#1073;&#1077;&#1085;%20&#1076;&#1086;&#1082;&#1091;&#1084;&#1077;&#1085;&#1090;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1B68D-0E2B-455B-B185-499467DDA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Служебен документ</Template>
  <TotalTime>1898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Кабзималски</dc:creator>
  <cp:keywords/>
  <dc:description/>
  <cp:lastModifiedBy>ASEN GAVRILOV</cp:lastModifiedBy>
  <cp:revision>82</cp:revision>
  <cp:lastPrinted>2025-01-29T07:16:00Z</cp:lastPrinted>
  <dcterms:created xsi:type="dcterms:W3CDTF">2022-11-03T13:27:00Z</dcterms:created>
  <dcterms:modified xsi:type="dcterms:W3CDTF">2025-02-06T09:32:00Z</dcterms:modified>
</cp:coreProperties>
</file>